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D1" w:rsidRDefault="00703E40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Grade </w:t>
      </w:r>
      <w:proofErr w:type="gramStart"/>
      <w:r>
        <w:rPr>
          <w:rFonts w:ascii="Comic Sans MS" w:hAnsi="Comic Sans MS"/>
          <w:sz w:val="24"/>
          <w:szCs w:val="24"/>
        </w:rPr>
        <w:t>8  Strength</w:t>
      </w:r>
      <w:proofErr w:type="gramEnd"/>
      <w:r>
        <w:rPr>
          <w:rFonts w:ascii="Comic Sans MS" w:hAnsi="Comic Sans MS"/>
          <w:sz w:val="24"/>
          <w:szCs w:val="24"/>
        </w:rPr>
        <w:t xml:space="preserve"> Training</w:t>
      </w:r>
    </w:p>
    <w:p w:rsidR="00703E40" w:rsidRDefault="00703E40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List the muscle for the following</w:t>
      </w:r>
    </w:p>
    <w:p w:rsidR="003302DA" w:rsidRDefault="003302DA" w:rsidP="003302DA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Toe press</w:t>
      </w:r>
    </w:p>
    <w:p w:rsidR="003302DA" w:rsidRDefault="003302DA" w:rsidP="003302DA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3302DA" w:rsidRPr="003302DA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 w:rsidRPr="003302DA">
        <w:rPr>
          <w:rFonts w:ascii="Comic Sans MS" w:hAnsi="Comic Sans MS"/>
          <w:sz w:val="24"/>
          <w:szCs w:val="24"/>
        </w:rPr>
        <w:t xml:space="preserve">Leg </w:t>
      </w:r>
      <w:proofErr w:type="spellStart"/>
      <w:r w:rsidRPr="003302DA">
        <w:rPr>
          <w:rFonts w:ascii="Comic Sans MS" w:hAnsi="Comic Sans MS"/>
          <w:sz w:val="24"/>
          <w:szCs w:val="24"/>
        </w:rPr>
        <w:t>ext</w:t>
      </w:r>
      <w:proofErr w:type="spellEnd"/>
    </w:p>
    <w:p w:rsidR="003302DA" w:rsidRPr="003302DA" w:rsidRDefault="003302DA" w:rsidP="003302DA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3302DA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Bench dip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Preacher curl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Front raise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Arnold press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Lateral raise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Flat bench </w:t>
      </w:r>
      <w:proofErr w:type="spellStart"/>
      <w:r>
        <w:rPr>
          <w:rFonts w:ascii="Comic Sans MS" w:hAnsi="Comic Sans MS"/>
          <w:sz w:val="24"/>
          <w:szCs w:val="24"/>
        </w:rPr>
        <w:t>flye</w:t>
      </w:r>
      <w:proofErr w:type="spellEnd"/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Shoulder shrugs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Lat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pulldown</w:t>
      </w:r>
      <w:proofErr w:type="spellEnd"/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Smith machine</w:t>
      </w:r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Rope </w:t>
      </w:r>
      <w:proofErr w:type="spellStart"/>
      <w:r>
        <w:rPr>
          <w:rFonts w:ascii="Comic Sans MS" w:hAnsi="Comic Sans MS"/>
          <w:sz w:val="24"/>
          <w:szCs w:val="24"/>
        </w:rPr>
        <w:t>pressdown</w:t>
      </w:r>
      <w:proofErr w:type="spellEnd"/>
    </w:p>
    <w:p w:rsidR="003302DA" w:rsidRPr="003302DA" w:rsidRDefault="003302DA" w:rsidP="003302DA">
      <w:pPr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Bench press</w:t>
      </w:r>
    </w:p>
    <w:p w:rsidR="00703E40" w:rsidRDefault="00703E40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</w:p>
    <w:p w:rsidR="003302DA" w:rsidRDefault="003302DA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</w:p>
    <w:p w:rsidR="003302DA" w:rsidRDefault="003302DA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</w:p>
    <w:p w:rsidR="003302DA" w:rsidRDefault="003302DA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Name an exercise for the following:</w:t>
      </w:r>
    </w:p>
    <w:p w:rsidR="003302DA" w:rsidRDefault="003302DA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703E40" w:rsidRDefault="00703E40" w:rsidP="003302DA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Bicep</w:t>
      </w:r>
    </w:p>
    <w:p w:rsidR="00703E40" w:rsidRDefault="00703E40" w:rsidP="003302DA">
      <w:pPr>
        <w:spacing w:after="0"/>
        <w:contextualSpacing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Back</w:t>
      </w:r>
    </w:p>
    <w:p w:rsidR="00703E40" w:rsidRPr="00703E40" w:rsidRDefault="00703E40" w:rsidP="003302DA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Quad</w:t>
      </w:r>
    </w:p>
    <w:p w:rsidR="00703E40" w:rsidRPr="00703E40" w:rsidRDefault="00703E40" w:rsidP="003302DA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Legs</w:t>
      </w:r>
    </w:p>
    <w:p w:rsidR="00703E40" w:rsidRPr="00703E40" w:rsidRDefault="00703E40" w:rsidP="003302DA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703E40" w:rsidRDefault="00703E40" w:rsidP="003302DA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Soleus</w:t>
      </w:r>
    </w:p>
    <w:p w:rsidR="00703E40" w:rsidRPr="00703E40" w:rsidRDefault="00703E40" w:rsidP="00703E40">
      <w:pPr>
        <w:pStyle w:val="ListParagraph"/>
        <w:rPr>
          <w:rFonts w:ascii="Comic Sans MS" w:hAnsi="Comic Sans MS"/>
          <w:sz w:val="24"/>
          <w:szCs w:val="24"/>
        </w:rPr>
      </w:pPr>
    </w:p>
    <w:p w:rsidR="00703E40" w:rsidRPr="00703E40" w:rsidRDefault="00703E40" w:rsidP="00703E40">
      <w:pPr>
        <w:rPr>
          <w:rFonts w:ascii="Comic Sans MS" w:hAnsi="Comic Sans MS"/>
          <w:sz w:val="24"/>
          <w:szCs w:val="24"/>
        </w:rPr>
      </w:pPr>
    </w:p>
    <w:sectPr w:rsidR="00703E40" w:rsidRPr="00703E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E0FED"/>
    <w:multiLevelType w:val="hybridMultilevel"/>
    <w:tmpl w:val="DFE4AD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41780"/>
    <w:multiLevelType w:val="hybridMultilevel"/>
    <w:tmpl w:val="E2DCD2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30704"/>
    <w:multiLevelType w:val="hybridMultilevel"/>
    <w:tmpl w:val="68A4D69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40"/>
    <w:rsid w:val="003302DA"/>
    <w:rsid w:val="00703E40"/>
    <w:rsid w:val="00AB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9E5B166E.dotm</Template>
  <TotalTime>10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2012-01-31T18:46:00Z</dcterms:created>
  <dcterms:modified xsi:type="dcterms:W3CDTF">2013-02-01T14:18:00Z</dcterms:modified>
</cp:coreProperties>
</file>